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微软雅黑" w:hAnsi="微软雅黑" w:eastAsia="微软雅黑" w:cs="微软雅黑"/>
          <w:b/>
          <w:bCs/>
          <w:spacing w:val="80"/>
          <w:sz w:val="36"/>
          <w:szCs w:val="21"/>
        </w:rPr>
      </w:pPr>
      <w:r>
        <w:rPr>
          <w:rFonts w:hint="eastAsia" w:ascii="微软雅黑" w:hAnsi="微软雅黑" w:eastAsia="微软雅黑" w:cs="微软雅黑"/>
          <w:b/>
          <w:bCs/>
          <w:spacing w:val="80"/>
          <w:sz w:val="36"/>
          <w:szCs w:val="21"/>
          <w:lang w:val="en-US" w:eastAsia="zh-CN"/>
        </w:rPr>
        <w:t>面试</w:t>
      </w:r>
      <w:r>
        <w:rPr>
          <w:rFonts w:hint="eastAsia" w:ascii="微软雅黑" w:hAnsi="微软雅黑" w:eastAsia="微软雅黑" w:cs="微软雅黑"/>
          <w:b/>
          <w:bCs/>
          <w:spacing w:val="80"/>
          <w:sz w:val="36"/>
          <w:szCs w:val="21"/>
        </w:rPr>
        <w:t>登记表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7"/>
        <w:gridCol w:w="106"/>
        <w:gridCol w:w="68"/>
        <w:gridCol w:w="174"/>
        <w:gridCol w:w="557"/>
        <w:gridCol w:w="291"/>
        <w:gridCol w:w="55"/>
        <w:gridCol w:w="119"/>
        <w:gridCol w:w="463"/>
        <w:gridCol w:w="467"/>
        <w:gridCol w:w="176"/>
        <w:gridCol w:w="410"/>
        <w:gridCol w:w="352"/>
        <w:gridCol w:w="340"/>
        <w:gridCol w:w="113"/>
        <w:gridCol w:w="176"/>
        <w:gridCol w:w="244"/>
        <w:gridCol w:w="22"/>
        <w:gridCol w:w="430"/>
        <w:gridCol w:w="672"/>
        <w:gridCol w:w="145"/>
        <w:gridCol w:w="9"/>
        <w:gridCol w:w="22"/>
        <w:gridCol w:w="145"/>
        <w:gridCol w:w="75"/>
        <w:gridCol w:w="479"/>
        <w:gridCol w:w="263"/>
        <w:gridCol w:w="88"/>
        <w:gridCol w:w="479"/>
        <w:gridCol w:w="63"/>
        <w:gridCol w:w="56"/>
        <w:gridCol w:w="480"/>
        <w:gridCol w:w="176"/>
        <w:gridCol w:w="176"/>
        <w:gridCol w:w="108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36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hAnsi="Arial"/>
                <w:b/>
                <w:bCs/>
              </w:rPr>
              <w:t>基　本　信　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中文姓名</w:t>
            </w:r>
          </w:p>
        </w:tc>
        <w:tc>
          <w:tcPr>
            <w:tcW w:w="13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性　　别</w:t>
            </w:r>
          </w:p>
        </w:tc>
        <w:tc>
          <w:tcPr>
            <w:tcW w:w="13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68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出生日期</w:t>
            </w:r>
          </w:p>
        </w:tc>
        <w:tc>
          <w:tcPr>
            <w:tcW w:w="1503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921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外文姓名</w:t>
            </w:r>
          </w:p>
        </w:tc>
        <w:tc>
          <w:tcPr>
            <w:tcW w:w="13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国　　籍</w:t>
            </w:r>
          </w:p>
        </w:tc>
        <w:tc>
          <w:tcPr>
            <w:tcW w:w="13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68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婚姻状况</w:t>
            </w:r>
          </w:p>
        </w:tc>
        <w:tc>
          <w:tcPr>
            <w:tcW w:w="1503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□未婚　□已婚</w:t>
            </w:r>
          </w:p>
        </w:tc>
        <w:tc>
          <w:tcPr>
            <w:tcW w:w="1921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民　　族</w:t>
            </w:r>
          </w:p>
        </w:tc>
        <w:tc>
          <w:tcPr>
            <w:tcW w:w="13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政治面貌</w:t>
            </w:r>
          </w:p>
        </w:tc>
        <w:tc>
          <w:tcPr>
            <w:tcW w:w="4583" w:type="dxa"/>
            <w:gridSpan w:val="20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中共党员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共青团员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>无党派人士 ____________</w:t>
            </w:r>
          </w:p>
        </w:tc>
        <w:tc>
          <w:tcPr>
            <w:tcW w:w="1921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户籍地</w:t>
            </w:r>
            <w:r>
              <w:rPr>
                <w:rFonts w:hint="eastAsia" w:hAnsi="Arial"/>
                <w:sz w:val="18"/>
              </w:rPr>
              <w:t>址</w:t>
            </w:r>
          </w:p>
        </w:tc>
        <w:tc>
          <w:tcPr>
            <w:tcW w:w="4118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户籍类别</w:t>
            </w:r>
          </w:p>
        </w:tc>
        <w:tc>
          <w:tcPr>
            <w:tcW w:w="182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cs="Arial"/>
                <w:sz w:val="18"/>
              </w:rPr>
            </w:pPr>
            <w:r>
              <w:rPr>
                <w:rFonts w:hint="eastAsia" w:ascii="宋体" w:hAnsi="宋体" w:cs="Arial"/>
                <w:sz w:val="18"/>
              </w:rPr>
              <w:t>□</w:t>
            </w:r>
            <w:r>
              <w:rPr>
                <w:rFonts w:hint="eastAsia" w:cs="Arial"/>
                <w:sz w:val="18"/>
              </w:rPr>
              <w:t xml:space="preserve">农业 </w:t>
            </w:r>
            <w:r>
              <w:rPr>
                <w:rFonts w:hint="eastAsia" w:ascii="宋体" w:hAnsi="宋体" w:cs="Arial"/>
                <w:sz w:val="18"/>
              </w:rPr>
              <w:t>□</w:t>
            </w:r>
            <w:r>
              <w:rPr>
                <w:rFonts w:hint="eastAsia" w:cs="Arial"/>
                <w:sz w:val="18"/>
              </w:rPr>
              <w:t>非农业</w:t>
            </w:r>
          </w:p>
        </w:tc>
        <w:tc>
          <w:tcPr>
            <w:tcW w:w="1921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现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住 址</w:t>
            </w:r>
          </w:p>
        </w:tc>
        <w:tc>
          <w:tcPr>
            <w:tcW w:w="4118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邮政编码</w:t>
            </w:r>
          </w:p>
        </w:tc>
        <w:tc>
          <w:tcPr>
            <w:tcW w:w="182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cs="Arial"/>
                <w:sz w:val="18"/>
              </w:rPr>
            </w:pPr>
          </w:p>
        </w:tc>
        <w:tc>
          <w:tcPr>
            <w:tcW w:w="1921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专业职称</w:t>
            </w:r>
          </w:p>
        </w:tc>
        <w:tc>
          <w:tcPr>
            <w:tcW w:w="184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szCs w:val="24"/>
              </w:rPr>
            </w:pPr>
            <w:r>
              <w:rPr>
                <w:rFonts w:hint="eastAsia" w:hAnsi="Arial"/>
                <w:szCs w:val="24"/>
              </w:rPr>
              <w:t>专业职称级别</w:t>
            </w:r>
          </w:p>
        </w:tc>
        <w:tc>
          <w:tcPr>
            <w:tcW w:w="3821" w:type="dxa"/>
            <w:gridSpan w:val="18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正高级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副高级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中级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助理级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>员级</w:t>
            </w:r>
          </w:p>
        </w:tc>
        <w:tc>
          <w:tcPr>
            <w:tcW w:w="1921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7" w:type="dxa"/>
            <w:gridSpan w:val="5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身　　高</w:t>
            </w:r>
          </w:p>
        </w:tc>
        <w:tc>
          <w:tcPr>
            <w:tcW w:w="1952" w:type="dxa"/>
            <w:gridSpan w:val="6"/>
            <w:noWrap w:val="0"/>
            <w:vAlign w:val="center"/>
          </w:tcPr>
          <w:p>
            <w:pPr>
              <w:tabs>
                <w:tab w:val="left" w:pos="5963"/>
              </w:tabs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CM</w:t>
            </w:r>
            <w:r>
              <w:rPr>
                <w:rFonts w:hint="eastAsia" w:hAnsi="Arial"/>
                <w:sz w:val="18"/>
              </w:rPr>
              <w:t>（厘米）</w:t>
            </w:r>
          </w:p>
        </w:tc>
        <w:tc>
          <w:tcPr>
            <w:tcW w:w="1278" w:type="dxa"/>
            <w:gridSpan w:val="4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体　　重</w:t>
            </w:r>
          </w:p>
        </w:tc>
        <w:tc>
          <w:tcPr>
            <w:tcW w:w="2053" w:type="dxa"/>
            <w:gridSpan w:val="11"/>
            <w:noWrap w:val="0"/>
            <w:vAlign w:val="center"/>
          </w:tcPr>
          <w:p>
            <w:pPr>
              <w:tabs>
                <w:tab w:val="left" w:pos="5963"/>
              </w:tabs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KG</w:t>
            </w:r>
            <w:r>
              <w:rPr>
                <w:rFonts w:hint="eastAsia" w:hAnsi="Arial"/>
                <w:sz w:val="18"/>
              </w:rPr>
              <w:t>（公斤）</w:t>
            </w:r>
          </w:p>
        </w:tc>
        <w:tc>
          <w:tcPr>
            <w:tcW w:w="1372" w:type="dxa"/>
            <w:gridSpan w:val="5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血　　型</w:t>
            </w:r>
          </w:p>
        </w:tc>
        <w:tc>
          <w:tcPr>
            <w:tcW w:w="1977" w:type="dxa"/>
            <w:gridSpan w:val="5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最高学历</w:t>
            </w:r>
          </w:p>
        </w:tc>
        <w:tc>
          <w:tcPr>
            <w:tcW w:w="5418" w:type="dxa"/>
            <w:gridSpan w:val="23"/>
            <w:noWrap w:val="0"/>
            <w:vAlign w:val="center"/>
          </w:tcPr>
          <w:p>
            <w:pPr>
              <w:tabs>
                <w:tab w:val="left" w:pos="5963"/>
              </w:tabs>
              <w:jc w:val="left"/>
              <w:rPr>
                <w:rFonts w:hint="eastAsia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研究生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本科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大专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高中 </w:t>
            </w:r>
            <w:r>
              <w:rPr>
                <w:rFonts w:hint="eastAsia" w:ascii="宋体" w:hAnsi="宋体"/>
                <w:sz w:val="18"/>
              </w:rPr>
              <w:t>□中专 □职高 □技校 □初中</w:t>
            </w:r>
          </w:p>
        </w:tc>
        <w:tc>
          <w:tcPr>
            <w:tcW w:w="962" w:type="dxa"/>
            <w:gridSpan w:val="4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学习方式</w:t>
            </w:r>
          </w:p>
        </w:tc>
        <w:tc>
          <w:tcPr>
            <w:tcW w:w="2607" w:type="dxa"/>
            <w:gridSpan w:val="8"/>
            <w:noWrap w:val="0"/>
            <w:vAlign w:val="center"/>
          </w:tcPr>
          <w:p>
            <w:pPr>
              <w:tabs>
                <w:tab w:val="left" w:pos="5963"/>
              </w:tabs>
              <w:jc w:val="left"/>
              <w:rPr>
                <w:rFonts w:hint="eastAsia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全日制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业余时间 </w:t>
            </w: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>脱产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 w:hAnsi="Arial"/>
                <w:sz w:val="18"/>
              </w:rPr>
            </w:pPr>
            <w:r>
              <w:rPr>
                <w:rFonts w:hint="eastAsia" w:hAnsi="Arial"/>
                <w:sz w:val="18"/>
              </w:rPr>
              <w:t>教育类型</w:t>
            </w:r>
          </w:p>
        </w:tc>
        <w:tc>
          <w:tcPr>
            <w:tcW w:w="6947" w:type="dxa"/>
            <w:gridSpan w:val="29"/>
            <w:noWrap w:val="0"/>
            <w:vAlign w:val="center"/>
          </w:tcPr>
          <w:p>
            <w:pPr>
              <w:tabs>
                <w:tab w:val="left" w:pos="5963"/>
              </w:tabs>
              <w:jc w:val="left"/>
              <w:rPr>
                <w:rFonts w:hint="eastAsia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普通 </w:t>
            </w:r>
            <w:r>
              <w:rPr>
                <w:rFonts w:hint="eastAsia" w:ascii="宋体" w:hAnsi="宋体"/>
                <w:sz w:val="18"/>
              </w:rPr>
              <w:t>□自考 □电大 □函授 □成人 □远程 □开放教育 □中等教育 □义务教育</w:t>
            </w:r>
          </w:p>
        </w:tc>
        <w:tc>
          <w:tcPr>
            <w:tcW w:w="951" w:type="dxa"/>
            <w:gridSpan w:val="5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 w:hAnsi="Arial"/>
                <w:sz w:val="18"/>
              </w:rPr>
            </w:pPr>
            <w:r>
              <w:rPr>
                <w:rFonts w:hint="eastAsia" w:hAnsi="Arial"/>
                <w:sz w:val="18"/>
              </w:rPr>
              <w:t>学习年限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tabs>
                <w:tab w:val="left" w:pos="5963"/>
              </w:tabs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99" w:type="dxa"/>
            <w:gridSpan w:val="2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证件种类</w:t>
            </w:r>
          </w:p>
        </w:tc>
        <w:tc>
          <w:tcPr>
            <w:tcW w:w="4133" w:type="dxa"/>
            <w:gridSpan w:val="17"/>
            <w:noWrap w:val="0"/>
            <w:vAlign w:val="center"/>
          </w:tcPr>
          <w:p>
            <w:pPr>
              <w:tabs>
                <w:tab w:val="left" w:pos="5963"/>
              </w:tabs>
              <w:rPr>
                <w:sz w:val="18"/>
              </w:rPr>
            </w:pPr>
            <w:r>
              <w:rPr>
                <w:rFonts w:hint="eastAsia"/>
                <w:sz w:val="18"/>
              </w:rPr>
              <w:t>□身份证　□护　照　□军人证　□学生证</w:t>
            </w:r>
          </w:p>
        </w:tc>
        <w:tc>
          <w:tcPr>
            <w:tcW w:w="1256" w:type="dxa"/>
            <w:gridSpan w:val="4"/>
            <w:noWrap w:val="0"/>
            <w:vAlign w:val="center"/>
          </w:tcPr>
          <w:p>
            <w:pPr>
              <w:tabs>
                <w:tab w:val="left" w:pos="5963"/>
              </w:tabs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证件号码</w:t>
            </w:r>
          </w:p>
        </w:tc>
        <w:tc>
          <w:tcPr>
            <w:tcW w:w="3591" w:type="dxa"/>
            <w:gridSpan w:val="13"/>
            <w:noWrap w:val="0"/>
            <w:vAlign w:val="center"/>
          </w:tcPr>
          <w:p>
            <w:pPr>
              <w:tabs>
                <w:tab w:val="left" w:pos="5963"/>
              </w:tabs>
              <w:rPr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173" w:type="dxa"/>
            <w:gridSpan w:val="4"/>
            <w:vMerge w:val="restart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 w:hAnsi="Arial"/>
                <w:szCs w:val="24"/>
              </w:rPr>
              <w:t>联系方式</w:t>
            </w:r>
          </w:p>
        </w:tc>
        <w:tc>
          <w:tcPr>
            <w:tcW w:w="306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住宅电话：</w:t>
            </w:r>
          </w:p>
        </w:tc>
        <w:tc>
          <w:tcPr>
            <w:tcW w:w="31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移动电话：</w:t>
            </w:r>
          </w:p>
        </w:tc>
        <w:tc>
          <w:tcPr>
            <w:tcW w:w="26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QQ号：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173" w:type="dxa"/>
            <w:gridSpan w:val="4"/>
            <w:vMerge w:val="continue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  <w:tc>
          <w:tcPr>
            <w:tcW w:w="4389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410"/>
                <w:tab w:val="left" w:pos="7560"/>
              </w:tabs>
              <w:rPr>
                <w:rFonts w:hint="eastAsia" w:hAnsi="Arial"/>
                <w:sz w:val="18"/>
              </w:rPr>
            </w:pPr>
            <w:r>
              <w:rPr>
                <w:rFonts w:hint="eastAsia"/>
                <w:sz w:val="18"/>
              </w:rPr>
              <w:t>MSN：</w:t>
            </w:r>
          </w:p>
        </w:tc>
        <w:tc>
          <w:tcPr>
            <w:tcW w:w="44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4410"/>
                <w:tab w:val="left" w:pos="7560"/>
              </w:tabs>
              <w:rPr>
                <w:rFonts w:hint="eastAsia" w:hAnsi="Arial"/>
                <w:sz w:val="18"/>
              </w:rPr>
            </w:pPr>
            <w:r>
              <w:rPr>
                <w:rFonts w:hint="eastAsia" w:hAnsi="Arial"/>
                <w:sz w:val="18"/>
              </w:rPr>
              <w:t>电子邮箱：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04" w:type="dxa"/>
            <w:gridSpan w:val="6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/>
                <w:szCs w:val="24"/>
              </w:rPr>
            </w:pPr>
            <w:r>
              <w:rPr>
                <w:rFonts w:hint="eastAsia" w:hAnsi="Arial"/>
                <w:szCs w:val="24"/>
              </w:rPr>
              <w:t>紧急时可联络的亲友</w:t>
            </w:r>
          </w:p>
        </w:tc>
        <w:tc>
          <w:tcPr>
            <w:tcW w:w="198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姓名：</w:t>
            </w:r>
          </w:p>
        </w:tc>
        <w:tc>
          <w:tcPr>
            <w:tcW w:w="24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关系/称谓：</w:t>
            </w:r>
          </w:p>
        </w:tc>
        <w:tc>
          <w:tcPr>
            <w:tcW w:w="36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电话/手机：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36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b/>
                <w:bCs/>
              </w:rPr>
              <w:t>教　育　经　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入学时间</w:t>
            </w:r>
          </w:p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（年</w:t>
            </w:r>
            <w:r>
              <w:rPr>
                <w:sz w:val="18"/>
              </w:rPr>
              <w:t>/</w:t>
            </w:r>
            <w:r>
              <w:rPr>
                <w:rFonts w:hint="eastAsia" w:hAnsi="Arial"/>
                <w:sz w:val="18"/>
              </w:rPr>
              <w:t>月）</w:t>
            </w: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毕业时间</w:t>
            </w:r>
          </w:p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（年</w:t>
            </w:r>
            <w:r>
              <w:rPr>
                <w:sz w:val="18"/>
              </w:rPr>
              <w:t>/</w:t>
            </w:r>
            <w:r>
              <w:rPr>
                <w:rFonts w:hint="eastAsia" w:hAnsi="Arial"/>
                <w:sz w:val="18"/>
              </w:rPr>
              <w:t>月）</w:t>
            </w:r>
          </w:p>
        </w:tc>
        <w:tc>
          <w:tcPr>
            <w:tcW w:w="4305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院　　校　　名　　称</w:t>
            </w:r>
          </w:p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（从最高学历起，到中学止）</w:t>
            </w:r>
          </w:p>
        </w:tc>
        <w:tc>
          <w:tcPr>
            <w:tcW w:w="19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主修专业</w:t>
            </w: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学　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305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9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305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9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305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9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305" w:type="dxa"/>
            <w:gridSpan w:val="1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9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36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b/>
                <w:bCs/>
              </w:rPr>
              <w:t>工　作　经　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入职时间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（年</w:t>
            </w:r>
            <w:r>
              <w:rPr>
                <w:sz w:val="18"/>
              </w:rPr>
              <w:t>/</w:t>
            </w:r>
            <w:r>
              <w:rPr>
                <w:rFonts w:hint="eastAsia" w:hAnsi="Arial"/>
                <w:sz w:val="18"/>
              </w:rPr>
              <w:t>月）</w:t>
            </w: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离职时间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（年</w:t>
            </w:r>
            <w:r>
              <w:rPr>
                <w:sz w:val="18"/>
              </w:rPr>
              <w:t>/</w:t>
            </w:r>
            <w:r>
              <w:rPr>
                <w:rFonts w:hint="eastAsia" w:hAnsi="Arial"/>
                <w:sz w:val="18"/>
              </w:rPr>
              <w:t>月）</w:t>
            </w:r>
          </w:p>
        </w:tc>
        <w:tc>
          <w:tcPr>
            <w:tcW w:w="4859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公　　司　　名　　称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（从最近工作经历写起，按时间倒序）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职　务</w:t>
            </w: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薪　酬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859" w:type="dxa"/>
            <w:gridSpan w:val="19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859" w:type="dxa"/>
            <w:gridSpan w:val="19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859" w:type="dxa"/>
            <w:gridSpan w:val="19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4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859" w:type="dxa"/>
            <w:gridSpan w:val="19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36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b/>
                <w:bCs/>
              </w:rPr>
              <w:t>培　训　经　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9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培训起止时间</w:t>
            </w:r>
          </w:p>
        </w:tc>
        <w:tc>
          <w:tcPr>
            <w:tcW w:w="249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培训课程</w:t>
            </w:r>
          </w:p>
        </w:tc>
        <w:tc>
          <w:tcPr>
            <w:tcW w:w="277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培训单位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 w:hAnsi="Arial"/>
                <w:sz w:val="18"/>
              </w:rPr>
              <w:t>机构</w:t>
            </w:r>
          </w:p>
        </w:tc>
        <w:tc>
          <w:tcPr>
            <w:tcW w:w="25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资格证书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9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49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77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5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9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49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77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5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9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49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77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5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9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2495" w:type="dxa"/>
            <w:gridSpan w:val="9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</w:p>
        </w:tc>
        <w:tc>
          <w:tcPr>
            <w:tcW w:w="2770" w:type="dxa"/>
            <w:gridSpan w:val="13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</w:p>
        </w:tc>
        <w:tc>
          <w:tcPr>
            <w:tcW w:w="25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</w:tbl>
    <w:p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10"/>
        <w:gridCol w:w="707"/>
        <w:gridCol w:w="240"/>
        <w:gridCol w:w="127"/>
        <w:gridCol w:w="767"/>
        <w:gridCol w:w="6"/>
        <w:gridCol w:w="342"/>
        <w:gridCol w:w="18"/>
        <w:gridCol w:w="740"/>
        <w:gridCol w:w="1020"/>
        <w:gridCol w:w="220"/>
        <w:gridCol w:w="1328"/>
        <w:gridCol w:w="112"/>
        <w:gridCol w:w="176"/>
        <w:gridCol w:w="91"/>
        <w:gridCol w:w="273"/>
        <w:gridCol w:w="1260"/>
        <w:gridCol w:w="141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19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b/>
                <w:bCs/>
              </w:rPr>
              <w:t>技　能　情　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语言能力</w:t>
            </w:r>
          </w:p>
        </w:tc>
        <w:tc>
          <w:tcPr>
            <w:tcW w:w="1957" w:type="dxa"/>
            <w:gridSpan w:val="6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主修外语语种：</w:t>
            </w:r>
          </w:p>
        </w:tc>
        <w:tc>
          <w:tcPr>
            <w:tcW w:w="3780" w:type="dxa"/>
            <w:gridSpan w:val="7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水平：　□精通　□熟练　□良好　□一般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获得证书：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957" w:type="dxa"/>
            <w:gridSpan w:val="6"/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第二外语语种：</w:t>
            </w:r>
          </w:p>
        </w:tc>
        <w:tc>
          <w:tcPr>
            <w:tcW w:w="3780" w:type="dxa"/>
            <w:gridSpan w:val="7"/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水平：　□精通　□熟练　□良好　□一般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获得证书：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8952" w:type="dxa"/>
            <w:gridSpan w:val="18"/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其它语言及水平：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计算机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操作能力</w:t>
            </w:r>
          </w:p>
        </w:tc>
        <w:tc>
          <w:tcPr>
            <w:tcW w:w="3057" w:type="dxa"/>
            <w:gridSpan w:val="9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中文打字速度：　　字/分</w:t>
            </w:r>
          </w:p>
        </w:tc>
        <w:tc>
          <w:tcPr>
            <w:tcW w:w="2947" w:type="dxa"/>
            <w:gridSpan w:val="6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韩文打字速度：　　字/分</w:t>
            </w:r>
          </w:p>
        </w:tc>
        <w:tc>
          <w:tcPr>
            <w:tcW w:w="2948" w:type="dxa"/>
            <w:gridSpan w:val="3"/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英文打字速度：　　字/分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Word：</w:t>
            </w:r>
          </w:p>
        </w:tc>
        <w:tc>
          <w:tcPr>
            <w:tcW w:w="32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□精通　□熟练　□良好　□一般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PowerPoint：</w:t>
            </w:r>
          </w:p>
        </w:tc>
        <w:tc>
          <w:tcPr>
            <w:tcW w:w="3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□精通　□熟练　□良好　□一般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Excel：</w:t>
            </w:r>
          </w:p>
        </w:tc>
        <w:tc>
          <w:tcPr>
            <w:tcW w:w="32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□精通　□熟练　□良好　□一般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Access：</w:t>
            </w:r>
          </w:p>
        </w:tc>
        <w:tc>
          <w:tcPr>
            <w:tcW w:w="3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□精通　□熟练　□良好　□一般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8952" w:type="dxa"/>
            <w:gridSpan w:val="18"/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其它计算机技能：（请详述之）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326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180" w:firstLineChars="100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是否拥有驾照：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是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否</w:t>
            </w:r>
          </w:p>
        </w:tc>
        <w:tc>
          <w:tcPr>
            <w:tcW w:w="332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180" w:firstLineChars="100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驾　龄：</w:t>
            </w:r>
          </w:p>
        </w:tc>
        <w:tc>
          <w:tcPr>
            <w:tcW w:w="332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180" w:firstLineChars="100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驾照类型：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hAnsi="Arial"/>
                <w:b/>
                <w:bCs/>
              </w:rPr>
              <w:t>家　庭　情　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13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 w:hAnsi="Arial"/>
                <w:szCs w:val="24"/>
              </w:rPr>
              <w:t>姓　　名</w:t>
            </w:r>
          </w:p>
        </w:tc>
        <w:tc>
          <w:tcPr>
            <w:tcW w:w="107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关　系</w:t>
            </w:r>
          </w:p>
        </w:tc>
        <w:tc>
          <w:tcPr>
            <w:tcW w:w="113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出生日期</w:t>
            </w:r>
          </w:p>
        </w:tc>
        <w:tc>
          <w:tcPr>
            <w:tcW w:w="396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工作单位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hAnsi="Arial"/>
                <w:sz w:val="18"/>
              </w:rPr>
              <w:t>职　　务</w:t>
            </w:r>
          </w:p>
        </w:tc>
        <w:tc>
          <w:tcPr>
            <w:tcW w:w="14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hAnsi="Arial"/>
                <w:sz w:val="18"/>
              </w:rPr>
              <w:t>是否受供养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13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396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是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13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396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是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13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396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是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13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396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4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是　</w:t>
            </w:r>
            <w:r>
              <w:rPr>
                <w:rFonts w:hint="eastAsia"/>
                <w:sz w:val="18"/>
              </w:rPr>
              <w:t>□</w:t>
            </w:r>
            <w:r>
              <w:rPr>
                <w:rFonts w:hint="eastAsia" w:hAnsi="Arial"/>
                <w:sz w:val="18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19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Arial"/>
                <w:b/>
                <w:bCs/>
              </w:rPr>
            </w:pPr>
            <w:r>
              <w:rPr>
                <w:rFonts w:hint="eastAsia" w:hAnsi="Arial"/>
                <w:b/>
                <w:bCs/>
              </w:rPr>
              <w:t>社　会　保　险　状　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参保项目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是否参保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个人账号</w:t>
            </w:r>
          </w:p>
        </w:tc>
        <w:tc>
          <w:tcPr>
            <w:tcW w:w="183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最后缴存月份</w:t>
            </w:r>
          </w:p>
        </w:tc>
        <w:tc>
          <w:tcPr>
            <w:tcW w:w="303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参保单位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沈阳市养老保险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是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否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  <w:tc>
          <w:tcPr>
            <w:tcW w:w="1836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　　　　年　　月</w:t>
            </w:r>
          </w:p>
        </w:tc>
        <w:tc>
          <w:tcPr>
            <w:tcW w:w="3039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沈阳市医疗保险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是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否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  <w:tc>
          <w:tcPr>
            <w:tcW w:w="1836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　　　　年　　月</w:t>
            </w:r>
          </w:p>
        </w:tc>
        <w:tc>
          <w:tcPr>
            <w:tcW w:w="3039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沈阳市住房公积金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是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否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  <w:tc>
          <w:tcPr>
            <w:tcW w:w="1836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　　　　年　　月</w:t>
            </w:r>
          </w:p>
        </w:tc>
        <w:tc>
          <w:tcPr>
            <w:tcW w:w="3039" w:type="dxa"/>
            <w:gridSpan w:val="4"/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19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Arial"/>
                <w:b/>
                <w:bCs/>
              </w:rPr>
            </w:pPr>
            <w:r>
              <w:rPr>
                <w:rFonts w:hint="eastAsia" w:hAnsi="Arial"/>
                <w:b/>
                <w:bCs/>
              </w:rPr>
              <w:t>入　职　前　就　业　情　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初次就业</w:t>
            </w:r>
          </w:p>
        </w:tc>
        <w:tc>
          <w:tcPr>
            <w:tcW w:w="8135" w:type="dxa"/>
            <w:gridSpan w:val="16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应届毕业生（毕业不超过一年）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往届毕业生（毕业超过一年）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退伍军人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4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hAnsi="Arial"/>
                <w:szCs w:val="24"/>
              </w:rPr>
            </w:pPr>
            <w:r>
              <w:rPr>
                <w:rFonts w:hint="eastAsia" w:hAnsi="Arial"/>
                <w:szCs w:val="24"/>
              </w:rPr>
              <w:t>再次就业</w:t>
            </w:r>
          </w:p>
        </w:tc>
        <w:tc>
          <w:tcPr>
            <w:tcW w:w="8135" w:type="dxa"/>
            <w:gridSpan w:val="16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近期离职人员（离职未到三个月）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失业人员（离职超过三个月）</w:t>
            </w:r>
          </w:p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hAnsi="Arial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保留劳动关系人员（原单位保留劳动关系并继续给缴纳社会保险）　</w:t>
            </w:r>
            <w:r>
              <w:rPr>
                <w:rFonts w:hint="eastAsia" w:ascii="宋体" w:hAnsi="宋体"/>
                <w:szCs w:val="24"/>
              </w:rPr>
              <w:t>□</w:t>
            </w:r>
            <w:r>
              <w:rPr>
                <w:rFonts w:hint="eastAsia" w:hAnsi="Arial"/>
                <w:szCs w:val="24"/>
              </w:rPr>
              <w:t>退休人员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79" w:type="dxa"/>
            <w:gridSpan w:val="19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hAnsi="Arial"/>
                <w:b/>
                <w:bCs/>
              </w:rPr>
              <w:t>特　长　与　爱　好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9979" w:type="dxa"/>
            <w:gridSpan w:val="19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</w:tr>
    </w:tbl>
    <w:p>
      <w:pPr>
        <w:tabs>
          <w:tab w:val="left" w:pos="6480"/>
        </w:tabs>
        <w:spacing w:before="312" w:beforeLines="100"/>
        <w:ind w:firstLine="6120" w:firstLineChars="3400"/>
        <w:rPr>
          <w:rFonts w:hint="eastAsia" w:hAnsi="Arial"/>
          <w:sz w:val="18"/>
        </w:rPr>
      </w:pPr>
      <w:r>
        <w:rPr>
          <w:rFonts w:hint="eastAsia"/>
          <w:sz w:val="18"/>
        </w:rPr>
        <w:t>签　名：</w:t>
      </w:r>
    </w:p>
    <w:p>
      <w:pPr>
        <w:tabs>
          <w:tab w:val="left" w:pos="6480"/>
        </w:tabs>
        <w:spacing w:before="312" w:beforeLines="100"/>
        <w:ind w:firstLine="6120" w:firstLineChars="3400"/>
        <w:rPr>
          <w:rFonts w:hAnsi="Arial"/>
          <w:sz w:val="18"/>
        </w:rPr>
      </w:pPr>
      <w:r>
        <w:rPr>
          <w:rFonts w:hint="eastAsia"/>
          <w:sz w:val="18"/>
        </w:rPr>
        <w:t>日　期：</w:t>
      </w:r>
    </w:p>
    <w:sectPr>
      <w:footerReference r:id="rId3" w:type="default"/>
      <w:pgSz w:w="11906" w:h="16838"/>
      <w:pgMar w:top="1134" w:right="1247" w:bottom="1134" w:left="124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eastAsia="隶书"/>
        <w:color w:val="333333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3C23B4"/>
    <w:rsid w:val="0000425B"/>
    <w:rsid w:val="000223DA"/>
    <w:rsid w:val="0007073D"/>
    <w:rsid w:val="000807C4"/>
    <w:rsid w:val="000A54C5"/>
    <w:rsid w:val="000D28B2"/>
    <w:rsid w:val="00102A43"/>
    <w:rsid w:val="0010417D"/>
    <w:rsid w:val="001A3786"/>
    <w:rsid w:val="001A7F07"/>
    <w:rsid w:val="001B7050"/>
    <w:rsid w:val="001C66B9"/>
    <w:rsid w:val="00213A1A"/>
    <w:rsid w:val="00214960"/>
    <w:rsid w:val="002444A3"/>
    <w:rsid w:val="002472A3"/>
    <w:rsid w:val="0025372F"/>
    <w:rsid w:val="002568FF"/>
    <w:rsid w:val="00274252"/>
    <w:rsid w:val="0028384E"/>
    <w:rsid w:val="00291510"/>
    <w:rsid w:val="002B72E3"/>
    <w:rsid w:val="002D1D10"/>
    <w:rsid w:val="002F6E41"/>
    <w:rsid w:val="0031571D"/>
    <w:rsid w:val="00321751"/>
    <w:rsid w:val="00365C22"/>
    <w:rsid w:val="003863CF"/>
    <w:rsid w:val="003A75C6"/>
    <w:rsid w:val="003B595B"/>
    <w:rsid w:val="003C267D"/>
    <w:rsid w:val="00403A64"/>
    <w:rsid w:val="0043371F"/>
    <w:rsid w:val="004549AE"/>
    <w:rsid w:val="004C0370"/>
    <w:rsid w:val="004E5066"/>
    <w:rsid w:val="004E5AA4"/>
    <w:rsid w:val="005275AA"/>
    <w:rsid w:val="00532240"/>
    <w:rsid w:val="00546D2C"/>
    <w:rsid w:val="00564635"/>
    <w:rsid w:val="00586198"/>
    <w:rsid w:val="005A5580"/>
    <w:rsid w:val="005A77C4"/>
    <w:rsid w:val="005B7A0C"/>
    <w:rsid w:val="005E12D1"/>
    <w:rsid w:val="005F02E3"/>
    <w:rsid w:val="0063101D"/>
    <w:rsid w:val="00634228"/>
    <w:rsid w:val="00647AE8"/>
    <w:rsid w:val="006B1140"/>
    <w:rsid w:val="006B387C"/>
    <w:rsid w:val="006B6817"/>
    <w:rsid w:val="006C25E5"/>
    <w:rsid w:val="006C4ABB"/>
    <w:rsid w:val="006D3290"/>
    <w:rsid w:val="006F2CAE"/>
    <w:rsid w:val="007007F9"/>
    <w:rsid w:val="00704816"/>
    <w:rsid w:val="00731DE7"/>
    <w:rsid w:val="007346C4"/>
    <w:rsid w:val="00752C83"/>
    <w:rsid w:val="00771A50"/>
    <w:rsid w:val="007C7EAA"/>
    <w:rsid w:val="007D305C"/>
    <w:rsid w:val="007D5E6A"/>
    <w:rsid w:val="007E553F"/>
    <w:rsid w:val="00841CD4"/>
    <w:rsid w:val="00857A44"/>
    <w:rsid w:val="00877013"/>
    <w:rsid w:val="008B3AB3"/>
    <w:rsid w:val="008D506D"/>
    <w:rsid w:val="00914CAA"/>
    <w:rsid w:val="009342B6"/>
    <w:rsid w:val="00970292"/>
    <w:rsid w:val="009715DC"/>
    <w:rsid w:val="009849A1"/>
    <w:rsid w:val="0099182B"/>
    <w:rsid w:val="00992558"/>
    <w:rsid w:val="009A56F5"/>
    <w:rsid w:val="009C7BAE"/>
    <w:rsid w:val="00A6042D"/>
    <w:rsid w:val="00AD661F"/>
    <w:rsid w:val="00AF29F0"/>
    <w:rsid w:val="00B1482F"/>
    <w:rsid w:val="00B2398B"/>
    <w:rsid w:val="00B27DA6"/>
    <w:rsid w:val="00B336B2"/>
    <w:rsid w:val="00B33DFD"/>
    <w:rsid w:val="00B60B70"/>
    <w:rsid w:val="00B627E4"/>
    <w:rsid w:val="00BD349D"/>
    <w:rsid w:val="00BD3DC0"/>
    <w:rsid w:val="00BD4855"/>
    <w:rsid w:val="00BD66E7"/>
    <w:rsid w:val="00C00A7F"/>
    <w:rsid w:val="00C05640"/>
    <w:rsid w:val="00C27622"/>
    <w:rsid w:val="00C30F85"/>
    <w:rsid w:val="00C62908"/>
    <w:rsid w:val="00C6563D"/>
    <w:rsid w:val="00C811E9"/>
    <w:rsid w:val="00CA508B"/>
    <w:rsid w:val="00CA668C"/>
    <w:rsid w:val="00CB63CE"/>
    <w:rsid w:val="00CD3840"/>
    <w:rsid w:val="00CE3FB4"/>
    <w:rsid w:val="00CE51E2"/>
    <w:rsid w:val="00CE7F3D"/>
    <w:rsid w:val="00CF1041"/>
    <w:rsid w:val="00CF5327"/>
    <w:rsid w:val="00D22DDF"/>
    <w:rsid w:val="00D230A5"/>
    <w:rsid w:val="00D30824"/>
    <w:rsid w:val="00D317D9"/>
    <w:rsid w:val="00D42C6F"/>
    <w:rsid w:val="00DB0111"/>
    <w:rsid w:val="00DC5816"/>
    <w:rsid w:val="00DC6628"/>
    <w:rsid w:val="00DF3DE3"/>
    <w:rsid w:val="00E24159"/>
    <w:rsid w:val="00E41E6A"/>
    <w:rsid w:val="00E84345"/>
    <w:rsid w:val="00E9672A"/>
    <w:rsid w:val="00E96C4D"/>
    <w:rsid w:val="00F2025B"/>
    <w:rsid w:val="00F308BA"/>
    <w:rsid w:val="00FA67A8"/>
    <w:rsid w:val="00FA74B2"/>
    <w:rsid w:val="00FB2A74"/>
    <w:rsid w:val="00FB3A96"/>
    <w:rsid w:val="00FC2BF7"/>
    <w:rsid w:val="00FD25C0"/>
    <w:rsid w:val="00FD6176"/>
    <w:rsid w:val="00FE1504"/>
    <w:rsid w:val="05CB66DA"/>
    <w:rsid w:val="1CDA0193"/>
    <w:rsid w:val="363C23B4"/>
    <w:rsid w:val="57DF3F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818\AppData\Roaming\kingsoft\office6\templates\download\550a5532c42e95f427814cc9c7bb4c6a\&#20837;&#32844;&#30331;&#35760;&#34920;&#27169;&#26495;-&#35814;&#32454;&#29256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入职登记表模板-详细版.doc.docx</Template>
  <Pages>2</Pages>
  <Words>827</Words>
  <Characters>864</Characters>
  <Lines>9</Lines>
  <Paragraphs>2</Paragraphs>
  <TotalTime>1</TotalTime>
  <ScaleCrop>false</ScaleCrop>
  <LinksUpToDate>false</LinksUpToDate>
  <CharactersWithSpaces>1021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2020-10-16T08:49:00Z</dcterms:created>
  <dc:creator>Jessica</dc:creator>
  <cp:lastModifiedBy>攻.</cp:lastModifiedBy>
  <dcterms:modified xsi:type="dcterms:W3CDTF">2021-10-29T01:39:29Z</dcterms:modified>
  <dc:title>录用职工登记表-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28DBA09AAD1046CD97F7BDA702CEE87E</vt:lpwstr>
  </property>
</Properties>
</file>